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8909C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8909C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="005E51C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10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5E51C2" w:rsidRPr="005E51C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Ο2.Ε97 Εκτυπωτής 3</w:t>
            </w:r>
            <w:r w:rsidR="005E51C2" w:rsidRPr="005E51C2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D</w:t>
            </w:r>
            <w:r w:rsidR="005E51C2" w:rsidRPr="005E51C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03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5E51C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DF25B3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Εκτυπωτής  3D </w:t>
            </w:r>
          </w:p>
        </w:tc>
        <w:tc>
          <w:tcPr>
            <w:tcW w:w="1441" w:type="dxa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E51C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DF25B3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 εκτύπωσης  FDM, FFF</w:t>
            </w:r>
          </w:p>
        </w:tc>
        <w:tc>
          <w:tcPr>
            <w:tcW w:w="1441" w:type="dxa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E51C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FE320D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Μέγεθος παραγόμενου τεμαχίου (ελάχιστες διαστάσεις) 300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300 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</w:p>
        </w:tc>
        <w:tc>
          <w:tcPr>
            <w:tcW w:w="1441" w:type="dxa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E51C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DF25B3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Ακρίβεια εκτύπωσης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max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)  +/- 0,1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</w:p>
        </w:tc>
        <w:tc>
          <w:tcPr>
            <w:tcW w:w="1441" w:type="dxa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E51C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DF25B3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Πλήθος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extruder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(τουλάχιστον) 1</w:t>
            </w:r>
          </w:p>
        </w:tc>
        <w:tc>
          <w:tcPr>
            <w:tcW w:w="1441" w:type="dxa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E51C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5019CC" w:rsidRDefault="005E51C2" w:rsidP="005E51C2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Συνδεσιμότητα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Ethernet (LAN),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WiFi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, USB Stick</w:t>
            </w:r>
          </w:p>
        </w:tc>
        <w:tc>
          <w:tcPr>
            <w:tcW w:w="1441" w:type="dxa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E51C2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DF25B3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Συμβατά υλικά (τουλάχιστον) ABS, PLA, PETG,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Nylon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, TPU, ASA</w:t>
            </w:r>
          </w:p>
        </w:tc>
        <w:tc>
          <w:tcPr>
            <w:tcW w:w="1441" w:type="dxa"/>
          </w:tcPr>
          <w:p w:rsidR="005E51C2" w:rsidRPr="00EF62A6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E51C2" w:rsidRPr="00EF62A6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E51C2" w:rsidRPr="00EF62A6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5E51C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DF25B3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Η βάση θα πρέπει να είναι θερμαινόμενη σε θερμοκρασία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τουλ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.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100oC </w:t>
            </w:r>
          </w:p>
        </w:tc>
        <w:tc>
          <w:tcPr>
            <w:tcW w:w="1441" w:type="dxa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E51C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E51C2" w:rsidRPr="00C60E4A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FE320D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Ο εκτυπωτής θα διαθέτει αυτόματο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leveling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.</w:t>
            </w:r>
          </w:p>
        </w:tc>
        <w:tc>
          <w:tcPr>
            <w:tcW w:w="1441" w:type="dxa"/>
          </w:tcPr>
          <w:p w:rsidR="005E51C2" w:rsidRDefault="005E51C2" w:rsidP="005E51C2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E51C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E51C2" w:rsidRPr="00C60E4A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FE320D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Κατά την διάρκεια της εκτύπωσης το παραγόμενο αντικείμενο, θα πρέπει να ψύχεται με ανεμιστήρες.</w:t>
            </w:r>
          </w:p>
        </w:tc>
        <w:tc>
          <w:tcPr>
            <w:tcW w:w="1441" w:type="dxa"/>
          </w:tcPr>
          <w:p w:rsidR="005E51C2" w:rsidRDefault="005E51C2" w:rsidP="005E51C2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E51C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E51C2" w:rsidRPr="00C60E4A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FE320D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Ο εκτυπωτής θα ελέγχεται από αυτόνομο υπολογιστικό σύστημα, το οποίο θα περιλαμβάνει επεξεργαστή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dual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core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μνήμη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ROM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τουλ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. 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και οθόνη αφής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τουλ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. 2,7”. Το λογισμικό θα είναι συμβατό με τα λειτουργικά συστήματα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Windows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Mac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Linux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.</w:t>
            </w:r>
          </w:p>
        </w:tc>
        <w:tc>
          <w:tcPr>
            <w:tcW w:w="1441" w:type="dxa"/>
          </w:tcPr>
          <w:p w:rsidR="005E51C2" w:rsidRDefault="005E51C2" w:rsidP="005E51C2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E51C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E51C2" w:rsidRPr="00C60E4A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FE320D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Ο εκτυπωτής θα πρέπει να βρίσκεται σε κλειστό θάλαμο.</w:t>
            </w:r>
          </w:p>
        </w:tc>
        <w:tc>
          <w:tcPr>
            <w:tcW w:w="1441" w:type="dxa"/>
          </w:tcPr>
          <w:p w:rsidR="005E51C2" w:rsidRDefault="005E51C2" w:rsidP="005E51C2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5E51C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5E51C2" w:rsidRPr="00C60E4A" w:rsidRDefault="005E51C2" w:rsidP="005E5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E51C2" w:rsidRPr="00DF25B3" w:rsidRDefault="005E51C2" w:rsidP="005E51C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 &gt;= 2Υ</w:t>
            </w:r>
          </w:p>
        </w:tc>
        <w:tc>
          <w:tcPr>
            <w:tcW w:w="1441" w:type="dxa"/>
          </w:tcPr>
          <w:p w:rsidR="005E51C2" w:rsidRDefault="005E51C2" w:rsidP="005E51C2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5E51C2" w:rsidRPr="00DF25B3" w:rsidRDefault="005E51C2" w:rsidP="005E5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6FB0"/>
    <w:rsid w:val="005E51C2"/>
    <w:rsid w:val="00633A63"/>
    <w:rsid w:val="00671793"/>
    <w:rsid w:val="008909C1"/>
    <w:rsid w:val="00A40B4A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DE7CB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2025-09-10T07:14:00Z</dcterms:created>
  <dcterms:modified xsi:type="dcterms:W3CDTF">2025-09-10T08:39:00Z</dcterms:modified>
</cp:coreProperties>
</file>